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D33515" w:rsidR="006E5D65" w:rsidP="00D33515" w:rsidRDefault="00CD6897" w14:paraId="4BC8C7E6" w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33515" w:rsidR="006F31E2">
        <w:rPr>
          <w:rFonts w:ascii="Corbel" w:hAnsi="Corbel"/>
          <w:bCs/>
          <w:i/>
          <w:sz w:val="24"/>
          <w:szCs w:val="24"/>
        </w:rPr>
        <w:t>1.5</w:t>
      </w:r>
      <w:r w:rsidRPr="00D33515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33515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33515">
        <w:rPr>
          <w:rFonts w:ascii="Corbel" w:hAnsi="Corbel"/>
          <w:bCs/>
          <w:i/>
          <w:sz w:val="24"/>
          <w:szCs w:val="24"/>
        </w:rPr>
        <w:t xml:space="preserve"> nr </w:t>
      </w:r>
      <w:r w:rsidRPr="00D33515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D33515" w:rsidR="0085747A" w:rsidP="00D33515" w:rsidRDefault="0085747A" w14:paraId="4BC8C7E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:rsidRPr="00D33515" w:rsidR="0085747A" w:rsidP="00D33515" w:rsidRDefault="0071620A" w14:paraId="4BC8C7E8" w14:textId="5BB8FF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dotyczy cyklu kształcenia</w:t>
      </w:r>
      <w:r w:rsidR="00D33515">
        <w:rPr>
          <w:rFonts w:ascii="Corbel" w:hAnsi="Corbel"/>
          <w:b/>
          <w:smallCaps/>
          <w:sz w:val="24"/>
          <w:szCs w:val="24"/>
        </w:rPr>
        <w:t xml:space="preserve"> </w:t>
      </w:r>
      <w:r w:rsidRPr="00D33515" w:rsidR="0076572A">
        <w:rPr>
          <w:rFonts w:ascii="Corbel" w:hAnsi="Corbel"/>
          <w:b/>
          <w:smallCaps/>
          <w:sz w:val="24"/>
          <w:szCs w:val="24"/>
        </w:rPr>
        <w:t>20</w:t>
      </w:r>
      <w:r w:rsidRPr="00D33515" w:rsidR="00A30DB4">
        <w:rPr>
          <w:rFonts w:ascii="Corbel" w:hAnsi="Corbel"/>
          <w:b/>
          <w:smallCaps/>
          <w:sz w:val="24"/>
          <w:szCs w:val="24"/>
        </w:rPr>
        <w:t>19</w:t>
      </w:r>
      <w:r w:rsidRPr="00D33515" w:rsidR="0076572A">
        <w:rPr>
          <w:rFonts w:ascii="Corbel" w:hAnsi="Corbel"/>
          <w:b/>
          <w:smallCaps/>
          <w:sz w:val="24"/>
          <w:szCs w:val="24"/>
        </w:rPr>
        <w:t>-202</w:t>
      </w:r>
      <w:r w:rsidRPr="00D33515" w:rsidR="00A30DB4">
        <w:rPr>
          <w:rFonts w:ascii="Corbel" w:hAnsi="Corbel"/>
          <w:b/>
          <w:smallCaps/>
          <w:sz w:val="24"/>
          <w:szCs w:val="24"/>
        </w:rPr>
        <w:t>2</w:t>
      </w:r>
    </w:p>
    <w:p w:rsidRPr="00D33515" w:rsidR="0085747A" w:rsidP="00D33515" w:rsidRDefault="000A37DA" w14:paraId="4BC8C7E9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 w:rsidR="0085747A">
        <w:rPr>
          <w:rFonts w:ascii="Corbel" w:hAnsi="Corbel"/>
          <w:i/>
          <w:sz w:val="24"/>
          <w:szCs w:val="24"/>
        </w:rPr>
        <w:t>(skrajne daty</w:t>
      </w:r>
      <w:r w:rsidRPr="00D33515" w:rsidR="0085747A">
        <w:rPr>
          <w:rFonts w:ascii="Corbel" w:hAnsi="Corbel"/>
          <w:sz w:val="24"/>
          <w:szCs w:val="24"/>
        </w:rPr>
        <w:t>)</w:t>
      </w:r>
    </w:p>
    <w:p w:rsidRPr="00D33515" w:rsidR="0085747A" w:rsidP="00D33515" w:rsidRDefault="00656A0B" w14:paraId="4BC8C7EA" w14:textId="10B7761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>Rok akademicki 202</w:t>
      </w:r>
      <w:r w:rsidRPr="00D33515" w:rsidR="00A30DB4">
        <w:rPr>
          <w:rFonts w:ascii="Corbel" w:hAnsi="Corbel"/>
          <w:sz w:val="24"/>
          <w:szCs w:val="24"/>
        </w:rPr>
        <w:t>0</w:t>
      </w:r>
      <w:r w:rsidRPr="00D33515">
        <w:rPr>
          <w:rFonts w:ascii="Corbel" w:hAnsi="Corbel"/>
          <w:sz w:val="24"/>
          <w:szCs w:val="24"/>
        </w:rPr>
        <w:t>/202</w:t>
      </w:r>
      <w:r w:rsidRPr="00D33515" w:rsidR="00A30DB4">
        <w:rPr>
          <w:rFonts w:ascii="Corbel" w:hAnsi="Corbel"/>
          <w:sz w:val="24"/>
          <w:szCs w:val="24"/>
        </w:rPr>
        <w:t>1</w:t>
      </w:r>
    </w:p>
    <w:p w:rsidRPr="00D33515" w:rsidR="0076572A" w:rsidP="00D33515" w:rsidRDefault="0076572A" w14:paraId="4BC8C7E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71620A" w14:paraId="4BC8C7EC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 xml:space="preserve">1. </w:t>
      </w:r>
      <w:r w:rsidRPr="00D33515" w:rsidR="0085747A">
        <w:rPr>
          <w:rFonts w:ascii="Corbel" w:hAnsi="Corbel"/>
          <w:szCs w:val="24"/>
        </w:rPr>
        <w:t xml:space="preserve">Podstawowe </w:t>
      </w:r>
      <w:r w:rsidRPr="00D33515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33515" w:rsidR="0085747A" w:rsidTr="6136435D" w14:paraId="4BC8C7EF" w14:textId="77777777">
        <w:tc>
          <w:tcPr>
            <w:tcW w:w="2694" w:type="dxa"/>
            <w:tcMar/>
            <w:vAlign w:val="center"/>
          </w:tcPr>
          <w:p w:rsidRPr="00D33515" w:rsidR="0085747A" w:rsidP="00D33515" w:rsidRDefault="00C05F44" w14:paraId="4BC8C7E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A15CC9" w14:paraId="4BC8C7EE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Pr="00D33515" w:rsidR="0085747A" w:rsidTr="6136435D" w14:paraId="4BC8C7F2" w14:textId="77777777">
        <w:tc>
          <w:tcPr>
            <w:tcW w:w="2694" w:type="dxa"/>
            <w:tcMar/>
            <w:vAlign w:val="center"/>
          </w:tcPr>
          <w:p w:rsidRPr="00D33515" w:rsidR="0085747A" w:rsidP="00D33515" w:rsidRDefault="00C05F44" w14:paraId="4BC8C7F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76572A" w14:paraId="4BC8C7F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Pr="00D33515" w:rsidR="0085747A" w:rsidTr="6136435D" w14:paraId="4BC8C7F5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7F3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</w:t>
            </w:r>
            <w:r w:rsidRPr="00D33515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A15CC9" w14:paraId="4BC8C7F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6136435D" w14:paraId="4BC8C7F8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7F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597A1E" w14:paraId="4BC8C7F7" w14:textId="66AE31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D33515" w:rsidR="0085747A" w:rsidTr="6136435D" w14:paraId="4BC8C7FB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7F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A15CC9" w14:paraId="4BC8C7FA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D33515" w:rsidR="0085747A" w:rsidTr="6136435D" w14:paraId="4BC8C7FE" w14:textId="77777777">
        <w:tc>
          <w:tcPr>
            <w:tcW w:w="2694" w:type="dxa"/>
            <w:tcMar/>
            <w:vAlign w:val="center"/>
          </w:tcPr>
          <w:p w:rsidRPr="00D33515" w:rsidR="0085747A" w:rsidP="00D33515" w:rsidRDefault="00DE4A14" w14:paraId="4BC8C7F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A15CC9" w14:paraId="4BC8C7F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D33515" w:rsidR="0085747A" w:rsidTr="6136435D" w14:paraId="4BC8C801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7F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A15CC9" w14:paraId="4BC8C80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D33515" w:rsidR="0085747A" w:rsidTr="6136435D" w14:paraId="4BC8C804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80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25E2DE4" w:rsidRDefault="4C2FE4EE" w14:paraId="4BC8C803" w14:textId="147BD5B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25E2DE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D33515" w:rsidR="0085747A" w:rsidTr="6136435D" w14:paraId="4BC8C807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80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</w:t>
            </w:r>
            <w:r w:rsidRPr="00D33515" w:rsidR="0030395F">
              <w:rPr>
                <w:rFonts w:ascii="Corbel" w:hAnsi="Corbel"/>
                <w:sz w:val="24"/>
                <w:szCs w:val="24"/>
              </w:rPr>
              <w:t>/y</w:t>
            </w:r>
            <w:r w:rsidRPr="00D335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76572A" w14:paraId="4BC8C806" w14:textId="357C7B6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Pr="00D33515" w:rsidR="00796229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 IV sem</w:t>
            </w:r>
            <w:r w:rsidRPr="00D33515" w:rsidR="000A37DA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D33515" w:rsidR="0085747A" w:rsidTr="6136435D" w14:paraId="4BC8C80A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80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0A37DA" w14:paraId="4BC8C809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D33515" w:rsidR="00923D7D" w:rsidTr="6136435D" w14:paraId="4BC8C80D" w14:textId="77777777">
        <w:tc>
          <w:tcPr>
            <w:tcW w:w="2694" w:type="dxa"/>
            <w:tcMar/>
            <w:vAlign w:val="center"/>
          </w:tcPr>
          <w:p w:rsidRPr="00D33515" w:rsidR="00923D7D" w:rsidP="00D33515" w:rsidRDefault="00923D7D" w14:paraId="4BC8C80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D33515" w:rsidR="00923D7D" w:rsidP="00D33515" w:rsidRDefault="00A15CC9" w14:paraId="4BC8C80C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D33515" w:rsidR="0085747A" w:rsidTr="6136435D" w14:paraId="4BC8C810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80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6136435D" w:rsidRDefault="0076572A" w14:paraId="4BC8C80F" w14:textId="596D3216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136435D" w:rsidR="0076572A">
              <w:rPr>
                <w:rFonts w:ascii="Corbel" w:hAnsi="Corbel"/>
                <w:b w:val="0"/>
                <w:bCs w:val="0"/>
                <w:sz w:val="24"/>
                <w:szCs w:val="24"/>
              </w:rPr>
              <w:t>dr hab</w:t>
            </w:r>
            <w:r w:rsidRPr="6136435D" w:rsidR="000A37DA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  <w:r w:rsidRPr="6136435D" w:rsidR="0076572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Sabina Grabowska</w:t>
            </w:r>
            <w:r w:rsidRPr="6136435D" w:rsidR="000A37DA">
              <w:rPr>
                <w:rFonts w:ascii="Corbel" w:hAnsi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Pr="00D33515" w:rsidR="0085747A" w:rsidTr="6136435D" w14:paraId="4BC8C813" w14:textId="77777777">
        <w:tc>
          <w:tcPr>
            <w:tcW w:w="2694" w:type="dxa"/>
            <w:tcMar/>
            <w:vAlign w:val="center"/>
          </w:tcPr>
          <w:p w:rsidRPr="00D33515" w:rsidR="0085747A" w:rsidP="00D33515" w:rsidRDefault="0085747A" w14:paraId="4BC8C81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D33515" w:rsidR="0085747A" w:rsidP="00D33515" w:rsidRDefault="00D33515" w14:paraId="4BC8C812" w14:textId="711A7C1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D33515" w:rsidR="00A15CC9">
              <w:rPr>
                <w:rFonts w:ascii="Corbel" w:hAnsi="Corbel"/>
                <w:b w:val="0"/>
                <w:sz w:val="24"/>
                <w:szCs w:val="24"/>
              </w:rPr>
              <w:t>gr Damian Wicherek</w:t>
            </w:r>
          </w:p>
        </w:tc>
      </w:tr>
    </w:tbl>
    <w:p w:rsidRPr="00D33515" w:rsidR="0085747A" w:rsidP="00D33515" w:rsidRDefault="0085747A" w14:paraId="4BC8C814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33515" w:rsidR="00B90885">
        <w:rPr>
          <w:rFonts w:ascii="Corbel" w:hAnsi="Corbel"/>
          <w:b w:val="0"/>
          <w:sz w:val="24"/>
          <w:szCs w:val="24"/>
        </w:rPr>
        <w:t>e,</w:t>
      </w:r>
      <w:r w:rsidRPr="00D33515" w:rsidR="0028221B">
        <w:rPr>
          <w:rFonts w:ascii="Corbel" w:hAnsi="Corbel"/>
          <w:b w:val="0"/>
          <w:sz w:val="24"/>
          <w:szCs w:val="24"/>
        </w:rPr>
        <w:t xml:space="preserve"> </w:t>
      </w:r>
      <w:r w:rsidRPr="00D3351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33515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33515" w:rsidR="00923D7D" w:rsidP="00D33515" w:rsidRDefault="00923D7D" w14:paraId="4BC8C81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1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1.</w:t>
      </w:r>
      <w:r w:rsidRPr="00D33515" w:rsidR="00E22FBC">
        <w:rPr>
          <w:rFonts w:ascii="Corbel" w:hAnsi="Corbel"/>
          <w:sz w:val="24"/>
          <w:szCs w:val="24"/>
        </w:rPr>
        <w:t>1</w:t>
      </w:r>
      <w:r w:rsidRPr="00D335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33515" w:rsidR="00923D7D" w:rsidP="00D33515" w:rsidRDefault="00923D7D" w14:paraId="4BC8C8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D33515" w:rsidR="00015B8F" w:rsidTr="025E2DE4" w14:paraId="4BC8C823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015B8F" w14:paraId="4BC8C81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:rsidRPr="00D33515" w:rsidR="00015B8F" w:rsidP="00D33515" w:rsidRDefault="002B5EA0" w14:paraId="4BC8C81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</w:t>
            </w:r>
            <w:r w:rsidRPr="00D33515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Wykł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Konw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1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Sem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1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D33515">
              <w:rPr>
                <w:rFonts w:ascii="Corbel" w:hAnsi="Corbel"/>
                <w:szCs w:val="24"/>
              </w:rPr>
              <w:t>Prakt</w:t>
            </w:r>
            <w:proofErr w:type="spellEnd"/>
            <w:r w:rsidRPr="00D335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D33515" w:rsidR="00015B8F" w:rsidP="00D33515" w:rsidRDefault="00015B8F" w14:paraId="4BC8C82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</w:t>
            </w:r>
            <w:r w:rsidRPr="00D33515" w:rsidR="00B90885">
              <w:rPr>
                <w:rFonts w:ascii="Corbel" w:hAnsi="Corbel"/>
                <w:b/>
                <w:szCs w:val="24"/>
              </w:rPr>
              <w:t>.</w:t>
            </w:r>
            <w:r w:rsidRPr="00D335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33515" w:rsidR="00015B8F" w:rsidTr="025E2DE4" w14:paraId="4BC8C82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33515" w:rsidR="00015B8F" w:rsidP="00D33515" w:rsidRDefault="0076572A" w14:paraId="4BC8C824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65CDD4E0" w14:paraId="4BC8C827" w14:textId="3FE27222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25E2DE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015B8F" w14:paraId="4BC8C82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D33515" w:rsidR="00015B8F" w:rsidP="00D33515" w:rsidRDefault="0076572A" w14:paraId="4BC8C82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923D7D" w:rsidP="00D33515" w:rsidRDefault="00923D7D" w14:paraId="4BC8C83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923D7D" w:rsidP="00D33515" w:rsidRDefault="00923D7D" w14:paraId="4BC8C83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33515" w:rsidR="0085747A" w:rsidP="00D33515" w:rsidRDefault="0085747A" w14:paraId="4BC8C83C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</w:t>
      </w:r>
      <w:r w:rsidRPr="00D33515" w:rsidR="00E22FBC">
        <w:rPr>
          <w:rFonts w:ascii="Corbel" w:hAnsi="Corbel"/>
          <w:smallCaps w:val="0"/>
          <w:szCs w:val="24"/>
        </w:rPr>
        <w:t>2</w:t>
      </w:r>
      <w:r w:rsidRPr="00D33515" w:rsidR="00F83B28">
        <w:rPr>
          <w:rFonts w:ascii="Corbel" w:hAnsi="Corbel"/>
          <w:smallCaps w:val="0"/>
          <w:szCs w:val="24"/>
        </w:rPr>
        <w:t>.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 xml:space="preserve">Sposób realizacji zajęć  </w:t>
      </w:r>
    </w:p>
    <w:p w:rsidRPr="00D33515" w:rsidR="0085747A" w:rsidP="00D33515" w:rsidRDefault="006203E5" w14:paraId="4BC8C83D" w14:textId="370952B9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8C8DC" wp14:editId="77DDA990">
                <wp:simplePos x="0" y="0"/>
                <wp:positionH relativeFrom="column">
                  <wp:posOffset>476250</wp:posOffset>
                </wp:positionH>
                <wp:positionV relativeFrom="paragraph">
                  <wp:posOffset>83185</wp:posOffset>
                </wp:positionV>
                <wp:extent cx="76200" cy="7620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C3AE03E">
              <v:line id="Łącznik prosty 2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5pt,6.55pt" to="43.5pt,12.55pt" w14:anchorId="0E304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">
                <o:lock v:ext="edit" shapetype="f"/>
              </v:line>
            </w:pict>
          </mc:Fallback>
        </mc:AlternateContent>
      </w:r>
      <w:r w:rsidRPr="00D33515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8C8DD" wp14:editId="2731F63F">
                <wp:simplePos x="0" y="0"/>
                <wp:positionH relativeFrom="column">
                  <wp:posOffset>474345</wp:posOffset>
                </wp:positionH>
                <wp:positionV relativeFrom="paragraph">
                  <wp:posOffset>58420</wp:posOffset>
                </wp:positionV>
                <wp:extent cx="66675" cy="85725"/>
                <wp:effectExtent l="0" t="0" r="9525" b="952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FB0592B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35pt,4.6pt" to="42.6pt,11.35pt" w14:anchorId="018CC6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">
                <o:lock v:ext="edit" shapetype="f"/>
              </v:line>
            </w:pict>
          </mc:Fallback>
        </mc:AlternateContent>
      </w:r>
      <w:r w:rsidRPr="00D33515" w:rsidR="0085747A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33515" w:rsidR="0085747A" w:rsidP="00D33515" w:rsidRDefault="0085747A" w14:paraId="4BC8C83E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hAnsi="Segoe UI Symbol" w:eastAsia="MS Gothic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33515" w:rsidR="0085747A" w:rsidP="00D33515" w:rsidRDefault="0085747A" w14:paraId="4BC8C83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E22FBC" w14:paraId="4BC8C840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 w:rsidR="00F83B28">
        <w:rPr>
          <w:rFonts w:ascii="Corbel" w:hAnsi="Corbel"/>
          <w:smallCaps w:val="0"/>
          <w:szCs w:val="24"/>
        </w:rPr>
        <w:tab/>
      </w:r>
      <w:r w:rsidRPr="00D33515">
        <w:rPr>
          <w:rFonts w:ascii="Corbel" w:hAnsi="Corbel"/>
          <w:smallCaps w:val="0"/>
          <w:szCs w:val="24"/>
        </w:rPr>
        <w:t>For</w:t>
      </w:r>
      <w:r w:rsidRPr="00D33515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33515">
        <w:rPr>
          <w:rFonts w:ascii="Corbel" w:hAnsi="Corbel"/>
          <w:smallCaps w:val="0"/>
          <w:szCs w:val="24"/>
        </w:rPr>
        <w:t xml:space="preserve">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D33515" w:rsidR="0076572A" w:rsidP="00D33515" w:rsidRDefault="0076572A" w14:paraId="4BC8C841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:rsidRPr="00D33515" w:rsidR="00E960BB" w:rsidP="00D33515" w:rsidRDefault="0085747A" w14:paraId="4BC8C842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745302" w14:paraId="4BC8C844" w14:textId="77777777">
        <w:tc>
          <w:tcPr>
            <w:tcW w:w="9670" w:type="dxa"/>
          </w:tcPr>
          <w:p w:rsidRPr="00D33515" w:rsidR="0085747A" w:rsidP="00D33515" w:rsidRDefault="00A53F7C" w14:paraId="4BC8C843" w14:textId="2017D37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:rsidR="00153C41" w:rsidP="00D33515" w:rsidRDefault="00153C41" w14:paraId="4BC8C845" w14:textId="7BB765F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6203E5" w:rsidP="00D33515" w:rsidRDefault="006203E5" w14:paraId="45CF77A4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lastRenderedPageBreak/>
        <w:t>3.</w:t>
      </w:r>
      <w:r w:rsidRPr="00D33515" w:rsidR="00A84C85">
        <w:rPr>
          <w:rFonts w:ascii="Corbel" w:hAnsi="Corbel"/>
          <w:szCs w:val="24"/>
        </w:rPr>
        <w:t>cele, efekty uczenia się</w:t>
      </w:r>
      <w:r w:rsidRPr="00D33515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D33515" w:rsidR="0085747A" w:rsidP="00D33515" w:rsidRDefault="0085747A" w14:paraId="4BC8C84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D33515" w:rsidR="0085747A" w:rsidP="00D33515" w:rsidRDefault="0071620A" w14:paraId="4BC8C848" w14:textId="77777777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3.1 </w:t>
      </w:r>
      <w:r w:rsidRPr="00D33515" w:rsidR="00C05F44">
        <w:rPr>
          <w:rFonts w:ascii="Corbel" w:hAnsi="Corbel"/>
          <w:sz w:val="24"/>
          <w:szCs w:val="24"/>
        </w:rPr>
        <w:t>Cele przedmiotu</w:t>
      </w:r>
    </w:p>
    <w:p w:rsidRPr="00D33515" w:rsidR="00F83B28" w:rsidP="00D33515" w:rsidRDefault="00F83B28" w14:paraId="4BC8C84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33515" w:rsidR="0085747A" w:rsidTr="00923D7D" w14:paraId="4BC8C84C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4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0A37DA" w14:paraId="4BC8C84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</w:t>
            </w:r>
            <w:r w:rsidRPr="00D33515" w:rsidR="00A53F7C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 oraz wykorzystuje wiedzę teoretyczną do analizowania procesów i zjawisk o charakterze prawnym</w:t>
            </w:r>
          </w:p>
        </w:tc>
      </w:tr>
      <w:tr w:rsidRPr="00D33515" w:rsidR="0085747A" w:rsidTr="00923D7D" w14:paraId="4BC8C84F" w14:textId="77777777">
        <w:tc>
          <w:tcPr>
            <w:tcW w:w="851" w:type="dxa"/>
            <w:vAlign w:val="center"/>
          </w:tcPr>
          <w:p w:rsidRPr="00D33515" w:rsidR="0085747A" w:rsidP="00D33515" w:rsidRDefault="00F66068" w14:paraId="4BC8C84D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4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Pr="00D33515" w:rsidR="0085747A" w:rsidTr="00923D7D" w14:paraId="4BC8C852" w14:textId="77777777">
        <w:tc>
          <w:tcPr>
            <w:tcW w:w="851" w:type="dxa"/>
            <w:vAlign w:val="center"/>
          </w:tcPr>
          <w:p w:rsidRPr="00D33515" w:rsidR="0085747A" w:rsidP="00D33515" w:rsidRDefault="0085747A" w14:paraId="4BC8C85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D33515" w:rsidR="00A53F7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D33515" w:rsidR="0085747A" w:rsidP="00D33515" w:rsidRDefault="00A53F7C" w14:paraId="4BC8C85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:rsidRPr="00D33515" w:rsidR="0085747A" w:rsidP="00D33515" w:rsidRDefault="0085747A" w14:paraId="4BC8C85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D33515" w:rsidR="001D7B54" w:rsidP="00D33515" w:rsidRDefault="009F4610" w14:paraId="4BC8C854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3.2 </w:t>
      </w:r>
      <w:r w:rsidRPr="00D33515" w:rsidR="001D7B54">
        <w:rPr>
          <w:rFonts w:ascii="Corbel" w:hAnsi="Corbel"/>
          <w:b/>
          <w:sz w:val="24"/>
          <w:szCs w:val="24"/>
        </w:rPr>
        <w:t xml:space="preserve">Efekty </w:t>
      </w:r>
      <w:r w:rsidRPr="00D33515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33515" w:rsidR="001D7B54">
        <w:rPr>
          <w:rFonts w:ascii="Corbel" w:hAnsi="Corbel"/>
          <w:b/>
          <w:sz w:val="24"/>
          <w:szCs w:val="24"/>
        </w:rPr>
        <w:t>dla przedmiotu</w:t>
      </w:r>
    </w:p>
    <w:p w:rsidRPr="00D33515" w:rsidR="001D7B54" w:rsidP="00D33515" w:rsidRDefault="001D7B54" w14:paraId="4BC8C855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33515" w:rsidR="0085747A" w:rsidTr="0071620A" w14:paraId="4BC8C859" w14:textId="77777777">
        <w:tc>
          <w:tcPr>
            <w:tcW w:w="1701" w:type="dxa"/>
            <w:vAlign w:val="center"/>
          </w:tcPr>
          <w:p w:rsidRPr="00D33515" w:rsidR="0085747A" w:rsidP="00D33515" w:rsidRDefault="0085747A" w14:paraId="4BC8C85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33515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33515" w:rsidR="0085747A" w:rsidP="00D33515" w:rsidRDefault="0085747A" w14:paraId="4BC8C8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33515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33515" w:rsidR="0085747A" w:rsidP="00D33515" w:rsidRDefault="0085747A" w14:paraId="4BC8C8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33515" w:rsidR="0085747A" w:rsidTr="005E6E85" w14:paraId="4BC8C85D" w14:textId="77777777">
        <w:tc>
          <w:tcPr>
            <w:tcW w:w="1701" w:type="dxa"/>
          </w:tcPr>
          <w:p w:rsidRPr="00D33515" w:rsidR="0085747A" w:rsidP="00D33515" w:rsidRDefault="0085747A" w14:paraId="4BC8C85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D33515" w:rsidR="0085747A" w:rsidP="00D33515" w:rsidRDefault="00A53F7C" w14:paraId="4BC8C8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:rsidRPr="00D33515" w:rsidR="0085747A" w:rsidP="00D33515" w:rsidRDefault="0076572A" w14:paraId="4BC8C8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D33515" w:rsidR="0085747A" w:rsidTr="005E6E85" w14:paraId="4BC8C861" w14:textId="77777777">
        <w:tc>
          <w:tcPr>
            <w:tcW w:w="1701" w:type="dxa"/>
          </w:tcPr>
          <w:p w:rsidRPr="00D33515" w:rsidR="0085747A" w:rsidP="00D33515" w:rsidRDefault="0085747A" w14:paraId="4BC8C8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33515" w:rsidR="0085747A" w:rsidP="00D33515" w:rsidRDefault="000917D9" w14:paraId="4BC8C85F" w14:textId="13760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</w:t>
            </w:r>
            <w:r w:rsidRPr="00D33515" w:rsidR="00D33515">
              <w:rPr>
                <w:rFonts w:ascii="Corbel" w:hAnsi="Corbel"/>
                <w:b w:val="0"/>
                <w:bCs/>
                <w:smallCaps w:val="0"/>
                <w:szCs w:val="24"/>
              </w:rPr>
              <w:t> </w:t>
            </w: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zapewnieniu bezpieczeństwa publicznego</w:t>
            </w:r>
          </w:p>
        </w:tc>
        <w:tc>
          <w:tcPr>
            <w:tcW w:w="1873" w:type="dxa"/>
          </w:tcPr>
          <w:p w:rsidRPr="00D33515" w:rsidR="0085747A" w:rsidP="00D33515" w:rsidRDefault="0076572A" w14:paraId="4BC8C860" w14:textId="3086FD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D33515" w:rsidR="0085747A" w:rsidTr="005E6E85" w14:paraId="4BC8C865" w14:textId="77777777">
        <w:tc>
          <w:tcPr>
            <w:tcW w:w="1701" w:type="dxa"/>
          </w:tcPr>
          <w:p w:rsidRPr="00D33515" w:rsidR="0085747A" w:rsidP="00D33515" w:rsidRDefault="0085747A" w14:paraId="4BC8C8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D33515" w:rsidR="000917D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D33515" w:rsidR="0085747A" w:rsidP="00D33515" w:rsidRDefault="000917D9" w14:paraId="4BC8C8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konkretne problemy i na podstawie zdobytej wiedzy proponuje odpowiednie rozwiązania</w:t>
            </w:r>
          </w:p>
        </w:tc>
        <w:tc>
          <w:tcPr>
            <w:tcW w:w="1873" w:type="dxa"/>
          </w:tcPr>
          <w:p w:rsidRPr="00D33515" w:rsidR="0085747A" w:rsidP="00D33515" w:rsidRDefault="0076572A" w14:paraId="4BC8C86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Pr="00D33515" w:rsidR="0094549D" w:rsidTr="005E6E85" w14:paraId="4BC8C869" w14:textId="77777777">
        <w:tc>
          <w:tcPr>
            <w:tcW w:w="1701" w:type="dxa"/>
          </w:tcPr>
          <w:p w:rsidRPr="00D33515" w:rsidR="0094549D" w:rsidP="00D33515" w:rsidRDefault="00AA1010" w14:paraId="4BC8C8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33515" w:rsidR="0094549D" w:rsidP="00D33515" w:rsidRDefault="00AA1010" w14:paraId="4BC8C86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Analizuje i wyciąga wnioski z zaistniałych sytuacji kryzysowych w kontekście decyzji podejmowanych przez odpowiednie organy</w:t>
            </w:r>
          </w:p>
        </w:tc>
        <w:tc>
          <w:tcPr>
            <w:tcW w:w="1873" w:type="dxa"/>
          </w:tcPr>
          <w:p w:rsidRPr="00D33515" w:rsidR="0094549D" w:rsidP="00D33515" w:rsidRDefault="0094549D" w14:paraId="4BC8C86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D33515" w:rsidR="0085747A" w:rsidP="00D33515" w:rsidRDefault="0085747A" w14:paraId="4BC8C86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675843" w:rsidP="00D33515" w:rsidRDefault="00675843" w14:paraId="4BC8C86C" w14:textId="072BFE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3.3</w:t>
      </w:r>
      <w:r w:rsidRPr="00D33515" w:rsidR="00796229">
        <w:rPr>
          <w:rFonts w:ascii="Corbel" w:hAnsi="Corbel"/>
          <w:b/>
          <w:sz w:val="24"/>
          <w:szCs w:val="24"/>
        </w:rPr>
        <w:t xml:space="preserve"> </w:t>
      </w:r>
      <w:r w:rsidRPr="00D33515" w:rsidR="0085747A">
        <w:rPr>
          <w:rFonts w:ascii="Corbel" w:hAnsi="Corbel"/>
          <w:b/>
          <w:sz w:val="24"/>
          <w:szCs w:val="24"/>
        </w:rPr>
        <w:t>T</w:t>
      </w:r>
      <w:r w:rsidRPr="00D33515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D33515" w:rsidR="0085747A" w:rsidP="00D33515" w:rsidRDefault="0085747A" w14:paraId="4BC8C86D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D33515" w:rsidR="0085747A" w:rsidP="00D33515" w:rsidRDefault="0085747A" w14:paraId="4BC8C86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33515" w:rsidR="009F4610">
        <w:rPr>
          <w:rFonts w:ascii="Corbel" w:hAnsi="Corbel"/>
          <w:sz w:val="24"/>
          <w:szCs w:val="24"/>
        </w:rPr>
        <w:t xml:space="preserve">, </w:t>
      </w:r>
      <w:r w:rsidRPr="00D33515">
        <w:rPr>
          <w:rFonts w:ascii="Corbel" w:hAnsi="Corbel"/>
          <w:sz w:val="24"/>
          <w:szCs w:val="24"/>
        </w:rPr>
        <w:t xml:space="preserve">zajęć praktycznych </w:t>
      </w:r>
    </w:p>
    <w:p w:rsidRPr="00D33515" w:rsidR="0085747A" w:rsidP="00D33515" w:rsidRDefault="0085747A" w14:paraId="4BC8C86F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F66068" w14:paraId="4BC8C871" w14:textId="77777777">
        <w:tc>
          <w:tcPr>
            <w:tcW w:w="9520" w:type="dxa"/>
          </w:tcPr>
          <w:p w:rsidRPr="00D33515" w:rsidR="0085747A" w:rsidP="00D33515" w:rsidRDefault="0085747A" w14:paraId="4BC8C870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33515" w:rsidR="0085747A" w:rsidTr="00F66068" w14:paraId="4BC8C873" w14:textId="77777777">
        <w:tc>
          <w:tcPr>
            <w:tcW w:w="9520" w:type="dxa"/>
          </w:tcPr>
          <w:p w:rsidRPr="00D33515" w:rsidR="0085747A" w:rsidP="00D33515" w:rsidRDefault="00A15CC9" w14:paraId="4BC8C8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Pr="00D33515" w:rsidR="0085747A" w:rsidTr="00F66068" w14:paraId="4BC8C875" w14:textId="77777777">
        <w:tc>
          <w:tcPr>
            <w:tcW w:w="9520" w:type="dxa"/>
          </w:tcPr>
          <w:p w:rsidRPr="00D33515" w:rsidR="0085747A" w:rsidP="00D33515" w:rsidRDefault="00A15CC9" w14:paraId="4BC8C8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Pr="00D33515" w:rsidR="0085747A" w:rsidTr="00F66068" w14:paraId="4BC8C877" w14:textId="77777777">
        <w:tc>
          <w:tcPr>
            <w:tcW w:w="9520" w:type="dxa"/>
          </w:tcPr>
          <w:p w:rsidRPr="00D33515" w:rsidR="0085747A" w:rsidP="00D33515" w:rsidRDefault="00A15CC9" w14:paraId="4BC8C87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Pr="00D33515" w:rsidR="00A15CC9" w:rsidTr="00F66068" w14:paraId="4BC8C879" w14:textId="77777777">
        <w:tc>
          <w:tcPr>
            <w:tcW w:w="9520" w:type="dxa"/>
          </w:tcPr>
          <w:p w:rsidRPr="00D33515" w:rsidR="00A15CC9" w:rsidP="00D33515" w:rsidRDefault="00A15CC9" w14:paraId="4BC8C8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</w:t>
            </w:r>
            <w:r w:rsidRPr="00D33515" w:rsidR="00F66068">
              <w:rPr>
                <w:rFonts w:ascii="Corbel" w:hAnsi="Corbel"/>
                <w:sz w:val="24"/>
                <w:szCs w:val="24"/>
              </w:rPr>
              <w:t>ewództwa w zakresie zapewnienia bezpieczeństwa</w:t>
            </w:r>
          </w:p>
        </w:tc>
      </w:tr>
      <w:tr w:rsidRPr="00D33515" w:rsidR="00F66068" w:rsidTr="00F66068" w14:paraId="4BC8C87B" w14:textId="77777777">
        <w:tc>
          <w:tcPr>
            <w:tcW w:w="9520" w:type="dxa"/>
          </w:tcPr>
          <w:p w:rsidRPr="00D33515" w:rsidR="00F66068" w:rsidP="00D33515" w:rsidRDefault="00F66068" w14:paraId="4BC8C87A" w14:textId="541403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Zadania </w:t>
            </w:r>
            <w:r w:rsidRPr="00D33515" w:rsidR="000A37DA">
              <w:rPr>
                <w:rFonts w:ascii="Corbel" w:hAnsi="Corbel"/>
                <w:sz w:val="24"/>
                <w:szCs w:val="24"/>
              </w:rPr>
              <w:t xml:space="preserve">samorządu powiatu </w:t>
            </w:r>
            <w:r w:rsidRPr="00D33515" w:rsidR="00D33515">
              <w:rPr>
                <w:rFonts w:ascii="Corbel" w:hAnsi="Corbel"/>
                <w:sz w:val="24"/>
                <w:szCs w:val="24"/>
              </w:rPr>
              <w:t>w zapewnieniu bezpieczeństwa</w:t>
            </w:r>
          </w:p>
        </w:tc>
      </w:tr>
      <w:tr w:rsidRPr="00D33515" w:rsidR="00F66068" w:rsidTr="00F66068" w14:paraId="4BC8C87D" w14:textId="77777777">
        <w:tc>
          <w:tcPr>
            <w:tcW w:w="9520" w:type="dxa"/>
          </w:tcPr>
          <w:p w:rsidRPr="00D33515" w:rsidR="00F66068" w:rsidP="00D33515" w:rsidRDefault="00F66068" w14:paraId="4BC8C8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Pr="00D33515" w:rsidR="00C71BF7" w:rsidTr="00F66068" w14:paraId="3C4CF27D" w14:textId="77777777">
        <w:tc>
          <w:tcPr>
            <w:tcW w:w="9520" w:type="dxa"/>
          </w:tcPr>
          <w:p w:rsidRPr="00D33515" w:rsidR="00C71BF7" w:rsidP="00D33515" w:rsidRDefault="00C71BF7" w14:paraId="0FA15BD7" w14:textId="420D8CF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:rsidRPr="00D33515" w:rsidR="00F66068" w:rsidP="00D33515" w:rsidRDefault="00F66068" w14:paraId="4BC8C87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D33515" w:rsidR="0085747A" w:rsidP="00D33515" w:rsidRDefault="009F4610" w14:paraId="4BC8C88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:rsidRPr="00D33515" w:rsidR="0085747A" w:rsidP="00D33515" w:rsidRDefault="0085747A" w14:paraId="4BC8C88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96229" w14:paraId="4BC8C883" w14:textId="2540795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</w:t>
      </w:r>
      <w:r w:rsidRPr="00D33515" w:rsidR="00153C41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D33515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D33515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D33515" w:rsidR="0085747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Pr="00D33515">
        <w:rPr>
          <w:rFonts w:ascii="Corbel" w:hAnsi="Corbel"/>
          <w:b w:val="0"/>
          <w:i/>
          <w:smallCaps w:val="0"/>
          <w:szCs w:val="24"/>
        </w:rPr>
        <w:t xml:space="preserve"> ,</w:t>
      </w:r>
      <w:r w:rsidRPr="00D33515" w:rsidR="001718A7">
        <w:rPr>
          <w:rFonts w:ascii="Corbel" w:hAnsi="Corbel"/>
          <w:b w:val="0"/>
          <w:i/>
          <w:smallCaps w:val="0"/>
          <w:szCs w:val="24"/>
        </w:rPr>
        <w:t>praca w</w:t>
      </w:r>
      <w:r w:rsidRPr="00D33515" w:rsidR="00A15CC9">
        <w:rPr>
          <w:rFonts w:ascii="Corbel" w:hAnsi="Corbel"/>
          <w:b w:val="0"/>
          <w:i/>
          <w:smallCaps w:val="0"/>
          <w:szCs w:val="24"/>
        </w:rPr>
        <w:t xml:space="preserve"> grupach</w:t>
      </w:r>
    </w:p>
    <w:p w:rsidRPr="00D33515" w:rsidR="0076572A" w:rsidP="00D33515" w:rsidRDefault="0076572A" w14:paraId="4BC8C88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C61DC5" w14:paraId="4BC8C88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lastRenderedPageBreak/>
        <w:t xml:space="preserve">4. </w:t>
      </w:r>
      <w:r w:rsidRPr="00D33515" w:rsidR="0085747A">
        <w:rPr>
          <w:rFonts w:ascii="Corbel" w:hAnsi="Corbel"/>
          <w:smallCaps w:val="0"/>
          <w:szCs w:val="24"/>
        </w:rPr>
        <w:t>METODY I KRYTERIA OCENY</w:t>
      </w:r>
    </w:p>
    <w:p w:rsidRPr="00D33515" w:rsidR="00923D7D" w:rsidP="00D33515" w:rsidRDefault="00923D7D" w14:paraId="4BC8C88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D33515" w:rsidR="0085747A" w:rsidP="00D33515" w:rsidRDefault="0085747A" w14:paraId="4BC8C887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4.1 Sposoby weryfikacji efektów </w:t>
      </w:r>
      <w:r w:rsidRPr="00D33515" w:rsidR="00C05F44">
        <w:rPr>
          <w:rFonts w:ascii="Corbel" w:hAnsi="Corbel"/>
          <w:smallCaps w:val="0"/>
          <w:szCs w:val="24"/>
        </w:rPr>
        <w:t>uczenia się</w:t>
      </w:r>
    </w:p>
    <w:p w:rsidRPr="00D33515" w:rsidR="0085747A" w:rsidP="00D33515" w:rsidRDefault="0085747A" w14:paraId="4BC8C88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D33515" w:rsidR="0085747A" w:rsidTr="00C05F44" w14:paraId="4BC8C88E" w14:textId="77777777">
        <w:tc>
          <w:tcPr>
            <w:tcW w:w="1985" w:type="dxa"/>
            <w:vAlign w:val="center"/>
          </w:tcPr>
          <w:p w:rsidRPr="00D33515" w:rsidR="0085747A" w:rsidP="00D33515" w:rsidRDefault="0071620A" w14:paraId="4BC8C8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D33515" w:rsidR="0085747A" w:rsidP="00D33515" w:rsidRDefault="00F974DA" w14:paraId="4BC8C8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33515" w:rsidR="0085747A" w:rsidP="00D33515" w:rsidRDefault="009F4610" w14:paraId="4BC8C8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33515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D33515" w:rsidR="00923D7D" w:rsidP="00D33515" w:rsidRDefault="0085747A" w14:paraId="4BC8C88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33515" w:rsidR="0085747A" w:rsidP="00D33515" w:rsidRDefault="0085747A" w14:paraId="4BC8C8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35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33515" w:rsidR="0085747A" w:rsidTr="00C05F44" w14:paraId="4BC8C892" w14:textId="77777777">
        <w:tc>
          <w:tcPr>
            <w:tcW w:w="1985" w:type="dxa"/>
          </w:tcPr>
          <w:p w:rsidRPr="00D33515" w:rsidR="0085747A" w:rsidP="00D33515" w:rsidRDefault="0085747A" w14:paraId="4BC8C88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D335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335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D33515" w:rsidR="0085747A" w:rsidP="00D33515" w:rsidRDefault="000B79D4" w14:paraId="4BC8C89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85747A" w:rsidP="00D33515" w:rsidRDefault="0076572A" w14:paraId="4BC8C89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85747A" w:rsidTr="00C05F44" w14:paraId="4BC8C896" w14:textId="77777777">
        <w:tc>
          <w:tcPr>
            <w:tcW w:w="1985" w:type="dxa"/>
          </w:tcPr>
          <w:p w:rsidRPr="00D33515" w:rsidR="0085747A" w:rsidP="00D33515" w:rsidRDefault="0085747A" w14:paraId="4BC8C89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D33515" w:rsidR="0085747A" w:rsidP="00D33515" w:rsidRDefault="0076572A" w14:paraId="4BC8C89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D33515" w:rsidR="0085747A" w:rsidP="00D33515" w:rsidRDefault="0076572A" w14:paraId="4BC8C8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76572A" w:rsidTr="00C05F44" w14:paraId="4BC8C89A" w14:textId="77777777">
        <w:tc>
          <w:tcPr>
            <w:tcW w:w="1985" w:type="dxa"/>
          </w:tcPr>
          <w:p w:rsidRPr="00D33515" w:rsidR="0076572A" w:rsidP="00D33515" w:rsidRDefault="0076572A" w14:paraId="4BC8C89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D33515" w:rsidR="0076572A" w:rsidP="00D33515" w:rsidRDefault="0076572A" w14:paraId="4BC8C89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trackie zajęć</w:t>
            </w:r>
          </w:p>
        </w:tc>
        <w:tc>
          <w:tcPr>
            <w:tcW w:w="2126" w:type="dxa"/>
          </w:tcPr>
          <w:p w:rsidRPr="00D33515" w:rsidR="0076572A" w:rsidP="00D33515" w:rsidRDefault="0076572A" w14:paraId="4BC8C89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D33515" w:rsidR="00CC1EAC" w:rsidTr="00C05F44" w14:paraId="4BC8C89E" w14:textId="77777777">
        <w:tc>
          <w:tcPr>
            <w:tcW w:w="1985" w:type="dxa"/>
          </w:tcPr>
          <w:p w:rsidRPr="00D33515" w:rsidR="00CC1EAC" w:rsidP="00D33515" w:rsidRDefault="00CC1EAC" w14:paraId="4BC8C89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D33515" w:rsidR="00CC1EAC" w:rsidP="00D33515" w:rsidRDefault="00D33515" w14:paraId="4BC8C89C" w14:textId="24EF07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D33515" w:rsidR="00CC1EAC" w:rsidP="00D33515" w:rsidRDefault="00CC1EAC" w14:paraId="4BC8C8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D33515" w:rsidR="00923D7D" w:rsidP="00D33515" w:rsidRDefault="00923D7D" w14:paraId="4BC8C89F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3E1941" w14:paraId="4BC8C8A0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4.2 </w:t>
      </w:r>
      <w:r w:rsidRPr="00D33515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D33515" w:rsidR="00923D7D" w:rsidP="00D33515" w:rsidRDefault="00923D7D" w14:paraId="4BC8C8A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33515" w:rsidR="0085747A" w:rsidTr="00923D7D" w14:paraId="4BC8C8A5" w14:textId="77777777">
        <w:tc>
          <w:tcPr>
            <w:tcW w:w="9670" w:type="dxa"/>
          </w:tcPr>
          <w:p w:rsidRPr="00D33515" w:rsidR="0085747A" w:rsidP="00D33515" w:rsidRDefault="00AB16F2" w14:paraId="4BC8C8A4" w14:textId="6FB588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Pr="00D33515" w:rsidR="00A15CC9">
              <w:rPr>
                <w:rFonts w:ascii="Corbel" w:hAnsi="Corbel"/>
                <w:b w:val="0"/>
                <w:smallCaps w:val="0"/>
                <w:szCs w:val="24"/>
              </w:rPr>
              <w:t>ktywne uczestnictwo w zajęciach</w:t>
            </w:r>
          </w:p>
        </w:tc>
      </w:tr>
    </w:tbl>
    <w:p w:rsidRPr="00D33515" w:rsidR="0085747A" w:rsidP="00D33515" w:rsidRDefault="0085747A" w14:paraId="4BC8C8A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9F4610" w:rsidP="00D33515" w:rsidRDefault="0085747A" w14:paraId="4BC8C8A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</w:t>
      </w:r>
      <w:r w:rsidRPr="00D33515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33515" w:rsidR="0085747A" w:rsidP="00D33515" w:rsidRDefault="0085747A" w14:paraId="4BC8C8A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33515" w:rsidR="0085747A" w:rsidTr="393E357A" w14:paraId="4BC8C8AB" w14:textId="77777777">
        <w:tc>
          <w:tcPr>
            <w:tcW w:w="4962" w:type="dxa"/>
            <w:tcMar/>
            <w:vAlign w:val="center"/>
          </w:tcPr>
          <w:p w:rsidRPr="00D33515" w:rsidR="0085747A" w:rsidP="00D33515" w:rsidRDefault="00C61DC5" w14:paraId="4BC8C8A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33515" w:rsidR="0085747A" w:rsidP="00D33515" w:rsidRDefault="00C61DC5" w14:paraId="4BC8C8A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33515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3351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33515" w:rsidR="0085747A" w:rsidTr="393E357A" w14:paraId="4BC8C8AE" w14:textId="77777777">
        <w:tc>
          <w:tcPr>
            <w:tcW w:w="4962" w:type="dxa"/>
            <w:tcMar/>
          </w:tcPr>
          <w:p w:rsidRPr="00D33515" w:rsidR="0085747A" w:rsidP="00D33515" w:rsidRDefault="00C61DC5" w14:paraId="4BC8C8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33515">
              <w:rPr>
                <w:rFonts w:ascii="Corbel" w:hAnsi="Corbel"/>
                <w:sz w:val="24"/>
                <w:szCs w:val="24"/>
              </w:rPr>
              <w:t>kontaktowe</w:t>
            </w:r>
            <w:r w:rsidRPr="00D33515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33515">
              <w:rPr>
                <w:rFonts w:ascii="Corbel" w:hAnsi="Corbel"/>
                <w:sz w:val="24"/>
                <w:szCs w:val="24"/>
              </w:rPr>
              <w:t>ynikające</w:t>
            </w:r>
            <w:r w:rsidRPr="00D33515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335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33515" w:rsidR="0085747A" w:rsidP="0270AEB6" w:rsidRDefault="008E5209" w14:paraId="4BC8C8AD" w14:textId="681CFF30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8DC6929" w:rsidR="4E05873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33515" w:rsidR="00C61DC5" w:rsidTr="393E357A" w14:paraId="4BC8C8B2" w14:textId="77777777">
        <w:tc>
          <w:tcPr>
            <w:tcW w:w="4962" w:type="dxa"/>
            <w:tcMar/>
          </w:tcPr>
          <w:p w:rsidRPr="00D33515" w:rsidR="00C61DC5" w:rsidP="00D33515" w:rsidRDefault="00C61DC5" w14:paraId="4BC8C8A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33515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33515" w:rsidR="00C61DC5" w:rsidP="00D33515" w:rsidRDefault="00C61DC5" w14:paraId="4BC8C8B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D33515" w:rsidR="00C61DC5" w:rsidP="0270AEB6" w:rsidRDefault="0076572A" w14:paraId="4BC8C8B1" w14:textId="6FC672D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93E357A" w:rsidR="40ED4E4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33515" w:rsidR="00C61DC5" w:rsidTr="393E357A" w14:paraId="4BC8C8B6" w14:textId="77777777">
        <w:tc>
          <w:tcPr>
            <w:tcW w:w="4962" w:type="dxa"/>
            <w:tcMar/>
          </w:tcPr>
          <w:p w:rsidRPr="00D33515" w:rsidR="0071620A" w:rsidP="00D33515" w:rsidRDefault="00C61DC5" w14:paraId="4BC8C8B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335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335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D33515" w:rsidR="00C61DC5" w:rsidP="00D33515" w:rsidRDefault="00C61DC5" w14:paraId="4BC8C8B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D33515" w:rsidR="00C61DC5" w:rsidP="0270AEB6" w:rsidRDefault="00B407ED" w14:paraId="4BC8C8B5" w14:textId="7F8159D2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393E357A" w:rsidR="6BBABED4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D33515" w:rsidR="0085747A" w:rsidTr="393E357A" w14:paraId="4BC8C8B9" w14:textId="77777777">
        <w:tc>
          <w:tcPr>
            <w:tcW w:w="4962" w:type="dxa"/>
            <w:tcMar/>
          </w:tcPr>
          <w:p w:rsidRPr="00D33515" w:rsidR="0085747A" w:rsidP="00D33515" w:rsidRDefault="0085747A" w14:paraId="4BC8C8B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33515" w:rsidR="0085747A" w:rsidP="0270AEB6" w:rsidRDefault="00B407ED" w14:paraId="4BC8C8B8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0270AEB6" w:rsidR="00B407ED">
              <w:rPr>
                <w:rFonts w:ascii="Corbel" w:hAnsi="Corbel"/>
                <w:sz w:val="24"/>
                <w:szCs w:val="24"/>
              </w:rPr>
              <w:t>5</w:t>
            </w:r>
            <w:r w:rsidRPr="0270AEB6" w:rsidR="008E52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D33515" w:rsidR="0085747A" w:rsidTr="393E357A" w14:paraId="4BC8C8BC" w14:textId="77777777">
        <w:tc>
          <w:tcPr>
            <w:tcW w:w="4962" w:type="dxa"/>
            <w:tcMar/>
          </w:tcPr>
          <w:p w:rsidRPr="00D33515" w:rsidR="0085747A" w:rsidP="00D33515" w:rsidRDefault="0085747A" w14:paraId="4BC8C8B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33515" w:rsidR="0085747A" w:rsidP="0270AEB6" w:rsidRDefault="0076572A" w14:paraId="4BC8C8BB" w14:textId="77777777" w14:noSpellErr="1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0270AEB6" w:rsidR="007657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33515" w:rsidR="0085747A" w:rsidP="00D33515" w:rsidRDefault="00923D7D" w14:paraId="4BC8C8BD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33515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33515" w:rsidR="003E1941" w:rsidP="00D33515" w:rsidRDefault="003E1941" w14:paraId="4BC8C8B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71620A" w14:paraId="4BC8C8B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6. </w:t>
      </w:r>
      <w:r w:rsidRPr="00D33515" w:rsidR="0085747A">
        <w:rPr>
          <w:rFonts w:ascii="Corbel" w:hAnsi="Corbel"/>
          <w:smallCaps w:val="0"/>
          <w:szCs w:val="24"/>
        </w:rPr>
        <w:t>PRAKTYKI ZAWO</w:t>
      </w:r>
      <w:r w:rsidRPr="00D33515" w:rsidR="009D3F3B">
        <w:rPr>
          <w:rFonts w:ascii="Corbel" w:hAnsi="Corbel"/>
          <w:smallCaps w:val="0"/>
          <w:szCs w:val="24"/>
        </w:rPr>
        <w:t>DOWE W RAMACH PRZEDMIOTU</w:t>
      </w:r>
    </w:p>
    <w:p w:rsidRPr="00D33515" w:rsidR="0085747A" w:rsidP="00D33515" w:rsidRDefault="0085747A" w14:paraId="4BC8C8C0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33515" w:rsidR="0085747A" w:rsidTr="0071620A" w14:paraId="4BC8C8C3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33515" w:rsidR="0085747A" w:rsidP="00D33515" w:rsidRDefault="0085747A" w14:paraId="4BC8C8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0071620A" w14:paraId="4BC8C8C6" w14:textId="77777777">
        <w:trPr>
          <w:trHeight w:val="397"/>
        </w:trPr>
        <w:tc>
          <w:tcPr>
            <w:tcW w:w="3544" w:type="dxa"/>
          </w:tcPr>
          <w:p w:rsidRPr="00D33515" w:rsidR="0085747A" w:rsidP="00D33515" w:rsidRDefault="0085747A" w14:paraId="4BC8C8C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33515" w:rsidR="0085747A" w:rsidP="00D33515" w:rsidRDefault="0085747A" w14:paraId="4BC8C8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33515" w:rsidR="003E1941" w:rsidP="00D33515" w:rsidRDefault="003E1941" w14:paraId="4BC8C8C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E22D24" w:rsidP="00D33515" w:rsidRDefault="00E22D24" w14:paraId="4BC8C8C8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675843" w14:paraId="4BC8C8C9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7. </w:t>
      </w:r>
      <w:r w:rsidRPr="00D33515" w:rsidR="0085747A">
        <w:rPr>
          <w:rFonts w:ascii="Corbel" w:hAnsi="Corbel"/>
          <w:smallCaps w:val="0"/>
          <w:szCs w:val="24"/>
        </w:rPr>
        <w:t>LITERATURA</w:t>
      </w:r>
    </w:p>
    <w:p w:rsidRPr="00D33515" w:rsidR="00675843" w:rsidP="00D33515" w:rsidRDefault="00675843" w14:paraId="4BC8C8CA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D33515" w:rsidR="0085747A" w:rsidTr="22292142" w14:paraId="4BC8C8D0" w14:textId="77777777">
        <w:trPr>
          <w:trHeight w:val="397"/>
        </w:trPr>
        <w:tc>
          <w:tcPr>
            <w:tcW w:w="7513" w:type="dxa"/>
          </w:tcPr>
          <w:p w:rsidRPr="00FB2BFE" w:rsidR="00FB2BFE" w:rsidP="00FB2BFE" w:rsidRDefault="267F743A" w14:paraId="770E8F58" w14:textId="0768C3D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FB2BFE" w:rsidP="00D33515" w:rsidRDefault="00FB2BFE" w14:paraId="049E08A7" w14:textId="592E2543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61626D07">
              <w:rPr>
                <w:rStyle w:val="wrtext"/>
                <w:rFonts w:ascii="Corbel" w:hAnsi="Corbel"/>
              </w:rPr>
              <w:t xml:space="preserve">Bezpieczeństwo wewnętrzne w działaniach terenowej administracji publicznej, red.  A. </w:t>
            </w:r>
            <w:proofErr w:type="spellStart"/>
            <w:r w:rsidRPr="61626D07">
              <w:rPr>
                <w:rStyle w:val="wrtext"/>
                <w:rFonts w:ascii="Corbel" w:hAnsi="Corbel"/>
              </w:rPr>
              <w:t>Chajbowicz</w:t>
            </w:r>
            <w:proofErr w:type="spellEnd"/>
            <w:r w:rsidRPr="61626D07">
              <w:rPr>
                <w:rStyle w:val="wrtext"/>
                <w:rFonts w:ascii="Corbel" w:hAnsi="Corbel"/>
              </w:rPr>
              <w:t xml:space="preserve"> , T. </w:t>
            </w:r>
            <w:proofErr w:type="spellStart"/>
            <w:r w:rsidRPr="61626D07">
              <w:rPr>
                <w:rStyle w:val="wrtext"/>
                <w:rFonts w:ascii="Corbel" w:hAnsi="Corbel"/>
              </w:rPr>
              <w:t>Kocowski</w:t>
            </w:r>
            <w:proofErr w:type="spellEnd"/>
            <w:r w:rsidRPr="61626D07">
              <w:rPr>
                <w:rStyle w:val="wrtext"/>
                <w:rFonts w:ascii="Corbel" w:hAnsi="Corbel"/>
              </w:rPr>
              <w:t>, Kolonia Limited 2009.</w:t>
            </w:r>
          </w:p>
          <w:p w:rsidR="00FB2BFE" w:rsidP="00D33515" w:rsidRDefault="00FB2BFE" w14:paraId="5A58557A" w14:textId="77777777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:rsidR="00FB2BFE" w:rsidP="4A423A68" w:rsidRDefault="00FB2BFE" w14:paraId="3DBE8E83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t xml:space="preserve">Graczyk K., Nakielski G., </w:t>
            </w:r>
            <w:proofErr w:type="spellStart"/>
            <w:r w:rsidRPr="4A423A68">
              <w:rPr>
                <w:rFonts w:ascii="Corbel" w:hAnsi="Corbel"/>
              </w:rPr>
              <w:t>Tabaczniuk</w:t>
            </w:r>
            <w:proofErr w:type="spellEnd"/>
            <w:r w:rsidRPr="4A423A68">
              <w:rPr>
                <w:rFonts w:ascii="Corbel" w:hAnsi="Corbel"/>
              </w:rPr>
              <w:t xml:space="preserve"> T., Elementy zarządzania kryzysowego w administracji terytorialnej, Zielona Góra, 2015.</w:t>
            </w:r>
          </w:p>
          <w:p w:rsidRPr="00D33515" w:rsidR="00D33515" w:rsidP="00D33515" w:rsidRDefault="00D33515" w14:paraId="6CEBC2BF" w14:textId="77777777">
            <w:pPr>
              <w:pStyle w:val="Default"/>
              <w:ind w:left="198"/>
              <w:jc w:val="both"/>
              <w:rPr>
                <w:rFonts w:ascii="Corbel" w:hAnsi="Corbel"/>
              </w:rPr>
            </w:pPr>
          </w:p>
          <w:p w:rsidRPr="00D33515" w:rsidR="00A15CC9" w:rsidP="00D33515" w:rsidRDefault="00A15CC9" w14:paraId="4BC8C8C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D33515" w:rsidR="0085747A" w:rsidTr="22292142" w14:paraId="4BC8C8D8" w14:textId="77777777">
        <w:trPr>
          <w:trHeight w:val="397"/>
        </w:trPr>
        <w:tc>
          <w:tcPr>
            <w:tcW w:w="7513" w:type="dxa"/>
          </w:tcPr>
          <w:p w:rsidRPr="00FB2BFE" w:rsidR="00FB2BFE" w:rsidP="00FB2BFE" w:rsidRDefault="267F743A" w14:paraId="427C748D" w14:textId="7BCC02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A423A68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:rsidR="00FB2BFE" w:rsidP="00FB2BFE" w:rsidRDefault="00FB2BFE" w14:paraId="3B902941" w14:textId="5C7925D0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:rsidR="00FB2BFE" w:rsidP="00FB2BFE" w:rsidRDefault="00FB2BFE" w14:paraId="2EAC8756" w14:textId="77777777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:rsidRPr="00006A1B" w:rsidR="00FB2BFE" w:rsidP="00006A1B" w:rsidRDefault="00FB2BFE" w14:paraId="248B68E6" w14:textId="77777777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Korczak J., Lisowski P., </w:t>
            </w:r>
            <w:proofErr w:type="spellStart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Ostapski</w:t>
            </w:r>
            <w:proofErr w:type="spellEnd"/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  <w:bookmarkStart w:name="_GoBack" w:id="0"/>
            <w:bookmarkEnd w:id="0"/>
          </w:p>
          <w:p w:rsidRPr="00E85C15" w:rsidR="00A15CC9" w:rsidP="22292142" w:rsidRDefault="00FB2BFE" w14:paraId="4BC8C8D7" w14:textId="13440192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22292142">
              <w:rPr>
                <w:rFonts w:ascii="Corbel" w:hAnsi="Corbel"/>
                <w:sz w:val="24"/>
                <w:szCs w:val="24"/>
              </w:rPr>
              <w:t xml:space="preserve">Wicherek D., </w:t>
            </w:r>
            <w:proofErr w:type="spellStart"/>
            <w:r w:rsidRPr="22292142">
              <w:rPr>
                <w:rFonts w:ascii="Corbel" w:hAnsi="Corbel"/>
                <w:sz w:val="24"/>
                <w:szCs w:val="24"/>
              </w:rPr>
              <w:t>Hadała</w:t>
            </w:r>
            <w:proofErr w:type="spellEnd"/>
            <w:r w:rsidRPr="22292142">
              <w:rPr>
                <w:rFonts w:ascii="Corbel" w:hAnsi="Corbel"/>
                <w:sz w:val="24"/>
                <w:szCs w:val="24"/>
              </w:rPr>
              <w:t xml:space="preserve"> A., Administracja publiczna – pojęcie, podział i cechy, [w:] Wybrane aspekty zmiany społecznej, red. W. Jedynak, J. Kinal, Rzeszów 2019. </w:t>
            </w:r>
          </w:p>
        </w:tc>
      </w:tr>
    </w:tbl>
    <w:p w:rsidRPr="00D33515" w:rsidR="0085747A" w:rsidP="00D33515" w:rsidRDefault="0085747A" w14:paraId="4BC8C8D9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A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D33515" w:rsidR="0085747A" w:rsidP="00D33515" w:rsidRDefault="0085747A" w14:paraId="4BC8C8DB" w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33515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54E" w:rsidP="00C16ABF" w:rsidRDefault="0045054E" w14:paraId="515D842A" w14:textId="77777777">
      <w:pPr>
        <w:spacing w:after="0" w:line="240" w:lineRule="auto"/>
      </w:pPr>
      <w:r>
        <w:separator/>
      </w:r>
    </w:p>
  </w:endnote>
  <w:endnote w:type="continuationSeparator" w:id="0">
    <w:p w:rsidR="0045054E" w:rsidP="00C16ABF" w:rsidRDefault="0045054E" w14:paraId="303407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54E" w:rsidP="00C16ABF" w:rsidRDefault="0045054E" w14:paraId="2A124883" w14:textId="77777777">
      <w:pPr>
        <w:spacing w:after="0" w:line="240" w:lineRule="auto"/>
      </w:pPr>
      <w:r>
        <w:separator/>
      </w:r>
    </w:p>
  </w:footnote>
  <w:footnote w:type="continuationSeparator" w:id="0">
    <w:p w:rsidR="0045054E" w:rsidP="00C16ABF" w:rsidRDefault="0045054E" w14:paraId="03164F8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BC8C8E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3F2"/>
    <w:multiLevelType w:val="hybridMultilevel"/>
    <w:tmpl w:val="8E5E4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F6B82"/>
    <w:multiLevelType w:val="hybridMultilevel"/>
    <w:tmpl w:val="2B5A6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A1B"/>
    <w:rsid w:val="000077B4"/>
    <w:rsid w:val="00015B8F"/>
    <w:rsid w:val="00017320"/>
    <w:rsid w:val="00022ECE"/>
    <w:rsid w:val="00042A51"/>
    <w:rsid w:val="00042D2E"/>
    <w:rsid w:val="00044C82"/>
    <w:rsid w:val="00070ED6"/>
    <w:rsid w:val="000742DC"/>
    <w:rsid w:val="00084C12"/>
    <w:rsid w:val="000917D9"/>
    <w:rsid w:val="0009462C"/>
    <w:rsid w:val="00094B12"/>
    <w:rsid w:val="00096C46"/>
    <w:rsid w:val="000A296F"/>
    <w:rsid w:val="000A2A28"/>
    <w:rsid w:val="000A37DA"/>
    <w:rsid w:val="000A3CDF"/>
    <w:rsid w:val="000B192D"/>
    <w:rsid w:val="000B28EE"/>
    <w:rsid w:val="000B3E37"/>
    <w:rsid w:val="000B79D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C75F4"/>
    <w:rsid w:val="001D657B"/>
    <w:rsid w:val="001D7B54"/>
    <w:rsid w:val="001E0209"/>
    <w:rsid w:val="001F2CA2"/>
    <w:rsid w:val="0020482A"/>
    <w:rsid w:val="002144C0"/>
    <w:rsid w:val="0022477D"/>
    <w:rsid w:val="002278A9"/>
    <w:rsid w:val="002336F9"/>
    <w:rsid w:val="0024028F"/>
    <w:rsid w:val="00244ABC"/>
    <w:rsid w:val="00277631"/>
    <w:rsid w:val="00281FF2"/>
    <w:rsid w:val="002822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CE"/>
    <w:rsid w:val="003343CF"/>
    <w:rsid w:val="00346FE9"/>
    <w:rsid w:val="0034759A"/>
    <w:rsid w:val="003503F6"/>
    <w:rsid w:val="003530DD"/>
    <w:rsid w:val="00363F78"/>
    <w:rsid w:val="003A0A5B"/>
    <w:rsid w:val="003A1176"/>
    <w:rsid w:val="003B106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54E"/>
    <w:rsid w:val="00461EFC"/>
    <w:rsid w:val="004652C2"/>
    <w:rsid w:val="004670A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F09"/>
    <w:rsid w:val="004F55A3"/>
    <w:rsid w:val="004F79B0"/>
    <w:rsid w:val="0050496F"/>
    <w:rsid w:val="00513B6F"/>
    <w:rsid w:val="00517C63"/>
    <w:rsid w:val="005363C4"/>
    <w:rsid w:val="00536BDE"/>
    <w:rsid w:val="00543ACC"/>
    <w:rsid w:val="0056696D"/>
    <w:rsid w:val="0059484D"/>
    <w:rsid w:val="00597A1E"/>
    <w:rsid w:val="005A0855"/>
    <w:rsid w:val="005A3196"/>
    <w:rsid w:val="005C080F"/>
    <w:rsid w:val="005C55E5"/>
    <w:rsid w:val="005C696A"/>
    <w:rsid w:val="005E6E85"/>
    <w:rsid w:val="005F31D2"/>
    <w:rsid w:val="0061029B"/>
    <w:rsid w:val="00613218"/>
    <w:rsid w:val="00617230"/>
    <w:rsid w:val="006203E5"/>
    <w:rsid w:val="00621CE1"/>
    <w:rsid w:val="00627FC9"/>
    <w:rsid w:val="00647FA8"/>
    <w:rsid w:val="00650C5F"/>
    <w:rsid w:val="00654934"/>
    <w:rsid w:val="00656A0B"/>
    <w:rsid w:val="006620D9"/>
    <w:rsid w:val="00671958"/>
    <w:rsid w:val="00675843"/>
    <w:rsid w:val="00695DE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72A"/>
    <w:rsid w:val="00766FD4"/>
    <w:rsid w:val="0078168C"/>
    <w:rsid w:val="00787C2A"/>
    <w:rsid w:val="00790E27"/>
    <w:rsid w:val="00796229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9"/>
    <w:rsid w:val="008E64F4"/>
    <w:rsid w:val="008F12C9"/>
    <w:rsid w:val="008F6E29"/>
    <w:rsid w:val="00916188"/>
    <w:rsid w:val="00923D7D"/>
    <w:rsid w:val="0094549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CC9"/>
    <w:rsid w:val="00A2245B"/>
    <w:rsid w:val="00A27040"/>
    <w:rsid w:val="00A30110"/>
    <w:rsid w:val="00A30DB4"/>
    <w:rsid w:val="00A36899"/>
    <w:rsid w:val="00A371F6"/>
    <w:rsid w:val="00A43BF6"/>
    <w:rsid w:val="00A53F7C"/>
    <w:rsid w:val="00A53FA5"/>
    <w:rsid w:val="00A54817"/>
    <w:rsid w:val="00A601C8"/>
    <w:rsid w:val="00A60799"/>
    <w:rsid w:val="00A84C85"/>
    <w:rsid w:val="00A97DE1"/>
    <w:rsid w:val="00AA1010"/>
    <w:rsid w:val="00AB053C"/>
    <w:rsid w:val="00AB16F2"/>
    <w:rsid w:val="00AC64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4"/>
    <w:rsid w:val="00B3130B"/>
    <w:rsid w:val="00B407E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38C"/>
    <w:rsid w:val="00C56036"/>
    <w:rsid w:val="00C61DC5"/>
    <w:rsid w:val="00C67E92"/>
    <w:rsid w:val="00C70A26"/>
    <w:rsid w:val="00C70DE2"/>
    <w:rsid w:val="00C71BF7"/>
    <w:rsid w:val="00C766DF"/>
    <w:rsid w:val="00C94B98"/>
    <w:rsid w:val="00CA2B96"/>
    <w:rsid w:val="00CA5089"/>
    <w:rsid w:val="00CC1EAC"/>
    <w:rsid w:val="00CD6897"/>
    <w:rsid w:val="00CE5BAC"/>
    <w:rsid w:val="00CF25BE"/>
    <w:rsid w:val="00CF78ED"/>
    <w:rsid w:val="00D02B25"/>
    <w:rsid w:val="00D02EBA"/>
    <w:rsid w:val="00D06E87"/>
    <w:rsid w:val="00D17C3C"/>
    <w:rsid w:val="00D26B2C"/>
    <w:rsid w:val="00D33515"/>
    <w:rsid w:val="00D352C9"/>
    <w:rsid w:val="00D425B2"/>
    <w:rsid w:val="00D428D6"/>
    <w:rsid w:val="00D552B2"/>
    <w:rsid w:val="00D608D1"/>
    <w:rsid w:val="00D74119"/>
    <w:rsid w:val="00D8075B"/>
    <w:rsid w:val="00D8678B"/>
    <w:rsid w:val="00D9234F"/>
    <w:rsid w:val="00DA2114"/>
    <w:rsid w:val="00DA6CCF"/>
    <w:rsid w:val="00DE09C0"/>
    <w:rsid w:val="00DE4A14"/>
    <w:rsid w:val="00DF320D"/>
    <w:rsid w:val="00DF71C8"/>
    <w:rsid w:val="00E129B8"/>
    <w:rsid w:val="00E21E7D"/>
    <w:rsid w:val="00E22D24"/>
    <w:rsid w:val="00E22FBC"/>
    <w:rsid w:val="00E23255"/>
    <w:rsid w:val="00E24BF5"/>
    <w:rsid w:val="00E25338"/>
    <w:rsid w:val="00E51E44"/>
    <w:rsid w:val="00E63348"/>
    <w:rsid w:val="00E70FD2"/>
    <w:rsid w:val="00E742AA"/>
    <w:rsid w:val="00E77E88"/>
    <w:rsid w:val="00E8107D"/>
    <w:rsid w:val="00E85C1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68"/>
    <w:rsid w:val="00F7066B"/>
    <w:rsid w:val="00F82742"/>
    <w:rsid w:val="00F83B28"/>
    <w:rsid w:val="00F974DA"/>
    <w:rsid w:val="00FA46E5"/>
    <w:rsid w:val="00FB2BFE"/>
    <w:rsid w:val="00FB7DBA"/>
    <w:rsid w:val="00FC1C25"/>
    <w:rsid w:val="00FC3F45"/>
    <w:rsid w:val="00FD503F"/>
    <w:rsid w:val="00FD7589"/>
    <w:rsid w:val="00FF016A"/>
    <w:rsid w:val="00FF1401"/>
    <w:rsid w:val="00FF5E7D"/>
    <w:rsid w:val="025E2DE4"/>
    <w:rsid w:val="0270AEB6"/>
    <w:rsid w:val="038717E8"/>
    <w:rsid w:val="0AACD949"/>
    <w:rsid w:val="1B42A086"/>
    <w:rsid w:val="1F9F271A"/>
    <w:rsid w:val="22292142"/>
    <w:rsid w:val="23917A6A"/>
    <w:rsid w:val="242E0BE1"/>
    <w:rsid w:val="267F743A"/>
    <w:rsid w:val="31168E3F"/>
    <w:rsid w:val="35792364"/>
    <w:rsid w:val="38DC6929"/>
    <w:rsid w:val="393E357A"/>
    <w:rsid w:val="3C5C2C72"/>
    <w:rsid w:val="40ED4E49"/>
    <w:rsid w:val="4A423A68"/>
    <w:rsid w:val="4C2FE4EE"/>
    <w:rsid w:val="4E058737"/>
    <w:rsid w:val="50CB88A4"/>
    <w:rsid w:val="57B38D79"/>
    <w:rsid w:val="6136435D"/>
    <w:rsid w:val="61626D07"/>
    <w:rsid w:val="65CDD4E0"/>
    <w:rsid w:val="696DB217"/>
    <w:rsid w:val="6BBABED4"/>
    <w:rsid w:val="7363E5C0"/>
    <w:rsid w:val="77CB8AD8"/>
    <w:rsid w:val="7B899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C7E6"/>
  <w15:docId w15:val="{28339A6D-0BC9-41A6-A736-543E7E06FF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F66068"/>
  </w:style>
  <w:style w:type="character" w:styleId="Odwoaniedokomentarza">
    <w:name w:val="annotation reference"/>
    <w:basedOn w:val="Domylnaczcionkaakapitu"/>
    <w:uiPriority w:val="99"/>
    <w:semiHidden/>
    <w:unhideWhenUsed/>
    <w:rsid w:val="00A53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F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53F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F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53F7C"/>
    <w:rPr>
      <w:rFonts w:ascii="Calibri" w:hAnsi="Calibri"/>
      <w:b/>
      <w:bCs/>
      <w:lang w:eastAsia="en-US"/>
    </w:rPr>
  </w:style>
  <w:style w:type="character" w:styleId="normaltextrun" w:customStyle="1">
    <w:name w:val="normaltextrun"/>
    <w:basedOn w:val="Domylnaczcionkaakapitu"/>
    <w:rsid w:val="00C71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B617-BD0A-43F4-8CFF-99D952A61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1DAA0D-B237-43BF-8030-C9B9DE45356B}"/>
</file>

<file path=customXml/itemProps3.xml><?xml version="1.0" encoding="utf-8"?>
<ds:datastoreItem xmlns:ds="http://schemas.openxmlformats.org/officeDocument/2006/customXml" ds:itemID="{70099C79-7C16-4ED6-88E3-54B838A785C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E631C1-5FCC-4345-B68E-21A0BAF89B2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19</cp:revision>
  <cp:lastPrinted>2019-02-06T12:12:00Z</cp:lastPrinted>
  <dcterms:created xsi:type="dcterms:W3CDTF">2020-11-18T08:28:00Z</dcterms:created>
  <dcterms:modified xsi:type="dcterms:W3CDTF">2021-11-26T07:26:18Z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